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771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D6462" w:rsidRPr="001A00F8" w14:paraId="3D23505C" w14:textId="77777777" w:rsidTr="004D6462">
        <w:tc>
          <w:tcPr>
            <w:tcW w:w="4261" w:type="dxa"/>
          </w:tcPr>
          <w:p w14:paraId="25161751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Tin (IV) oxide</w:t>
            </w:r>
          </w:p>
        </w:tc>
        <w:tc>
          <w:tcPr>
            <w:tcW w:w="4261" w:type="dxa"/>
          </w:tcPr>
          <w:p w14:paraId="5B894B87" w14:textId="2DB20ED5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509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4D6462" w:rsidRPr="001A00F8" w14:paraId="41A9B57C" w14:textId="77777777" w:rsidTr="004D6462">
        <w:tc>
          <w:tcPr>
            <w:tcW w:w="4261" w:type="dxa"/>
          </w:tcPr>
          <w:p w14:paraId="0ECEBCDB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Zinc chloride</w:t>
            </w:r>
          </w:p>
        </w:tc>
        <w:tc>
          <w:tcPr>
            <w:tcW w:w="4261" w:type="dxa"/>
          </w:tcPr>
          <w:p w14:paraId="2C2FD276" w14:textId="12BE1321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ZnCl</w:t>
            </w:r>
            <w:r w:rsidR="009509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6C08920E" w14:textId="77777777" w:rsidTr="004D6462">
        <w:tc>
          <w:tcPr>
            <w:tcW w:w="4261" w:type="dxa"/>
          </w:tcPr>
          <w:p w14:paraId="26A42DDD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Potassium sulfate</w:t>
            </w:r>
          </w:p>
        </w:tc>
        <w:tc>
          <w:tcPr>
            <w:tcW w:w="4261" w:type="dxa"/>
          </w:tcPr>
          <w:p w14:paraId="03804CA2" w14:textId="2553B9FE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9509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4D6462" w:rsidRPr="001A00F8" w14:paraId="430ACF8E" w14:textId="77777777" w:rsidTr="004D6462">
        <w:tc>
          <w:tcPr>
            <w:tcW w:w="4261" w:type="dxa"/>
          </w:tcPr>
          <w:p w14:paraId="1FD80D90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Tin (II) nitride</w:t>
            </w:r>
          </w:p>
        </w:tc>
        <w:tc>
          <w:tcPr>
            <w:tcW w:w="4261" w:type="dxa"/>
          </w:tcPr>
          <w:p w14:paraId="3E8D0522" w14:textId="1FAD5201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5B740503" w14:textId="77777777" w:rsidTr="004D6462">
        <w:tc>
          <w:tcPr>
            <w:tcW w:w="4261" w:type="dxa"/>
          </w:tcPr>
          <w:p w14:paraId="10C94B23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Calcium carbonate</w:t>
            </w:r>
          </w:p>
        </w:tc>
        <w:tc>
          <w:tcPr>
            <w:tcW w:w="4261" w:type="dxa"/>
          </w:tcPr>
          <w:p w14:paraId="15543B4F" w14:textId="6F3F7A2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CaCO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4D6462" w:rsidRPr="001A00F8" w14:paraId="3F4CC184" w14:textId="77777777" w:rsidTr="004D6462">
        <w:tc>
          <w:tcPr>
            <w:tcW w:w="4261" w:type="dxa"/>
          </w:tcPr>
          <w:p w14:paraId="0CF13097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Barium nitrate</w:t>
            </w:r>
          </w:p>
        </w:tc>
        <w:tc>
          <w:tcPr>
            <w:tcW w:w="4261" w:type="dxa"/>
          </w:tcPr>
          <w:p w14:paraId="1BE1C4EF" w14:textId="58FA914B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="009509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9509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  <w:r w:rsidR="009509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1BCA860C" w14:textId="77777777" w:rsidTr="004D6462">
        <w:tc>
          <w:tcPr>
            <w:tcW w:w="4261" w:type="dxa"/>
          </w:tcPr>
          <w:p w14:paraId="7EA8C3BC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Mercury (II) hydroxide</w:t>
            </w:r>
          </w:p>
        </w:tc>
        <w:tc>
          <w:tcPr>
            <w:tcW w:w="4261" w:type="dxa"/>
          </w:tcPr>
          <w:p w14:paraId="2B69FAE2" w14:textId="56993479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Hg(OH)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6F08EAC3" w14:textId="77777777" w:rsidTr="004D6462">
        <w:tc>
          <w:tcPr>
            <w:tcW w:w="4261" w:type="dxa"/>
          </w:tcPr>
          <w:p w14:paraId="43853AF3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Copper (II) hydroxide</w:t>
            </w:r>
          </w:p>
        </w:tc>
        <w:tc>
          <w:tcPr>
            <w:tcW w:w="4261" w:type="dxa"/>
          </w:tcPr>
          <w:p w14:paraId="693345C8" w14:textId="752B5D78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Cu(OH)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28AF289F" w14:textId="77777777" w:rsidTr="004D6462">
        <w:tc>
          <w:tcPr>
            <w:tcW w:w="4261" w:type="dxa"/>
          </w:tcPr>
          <w:p w14:paraId="44232444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Sodium chlorate</w:t>
            </w:r>
          </w:p>
        </w:tc>
        <w:tc>
          <w:tcPr>
            <w:tcW w:w="4261" w:type="dxa"/>
          </w:tcPr>
          <w:p w14:paraId="13330E10" w14:textId="29544A82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NaClO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4D6462" w:rsidRPr="001A00F8" w14:paraId="4B011600" w14:textId="77777777" w:rsidTr="004D6462">
        <w:tc>
          <w:tcPr>
            <w:tcW w:w="4261" w:type="dxa"/>
          </w:tcPr>
          <w:p w14:paraId="62B62710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Iron (II) bromide</w:t>
            </w:r>
          </w:p>
        </w:tc>
        <w:tc>
          <w:tcPr>
            <w:tcW w:w="4261" w:type="dxa"/>
          </w:tcPr>
          <w:p w14:paraId="01057FB6" w14:textId="68DC300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3C4DC4F0" w14:textId="77777777" w:rsidTr="004D6462">
        <w:tc>
          <w:tcPr>
            <w:tcW w:w="4261" w:type="dxa"/>
          </w:tcPr>
          <w:p w14:paraId="03B5D047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Dimercury</w:t>
            </w:r>
            <w:proofErr w:type="spellEnd"/>
            <w:r w:rsidRPr="001A00F8">
              <w:rPr>
                <w:rFonts w:ascii="Times New Roman" w:hAnsi="Times New Roman" w:cs="Times New Roman"/>
                <w:sz w:val="24"/>
                <w:szCs w:val="24"/>
              </w:rPr>
              <w:t xml:space="preserve"> (I) phosphate</w:t>
            </w:r>
          </w:p>
        </w:tc>
        <w:tc>
          <w:tcPr>
            <w:tcW w:w="4261" w:type="dxa"/>
          </w:tcPr>
          <w:p w14:paraId="7103DD4D" w14:textId="2C6F477A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(Hg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(PO</w:t>
            </w:r>
            <w:r w:rsidR="009509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509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</w:tc>
      </w:tr>
      <w:tr w:rsidR="004D6462" w:rsidRPr="001A00F8" w14:paraId="766766D7" w14:textId="77777777" w:rsidTr="004D6462">
        <w:tc>
          <w:tcPr>
            <w:tcW w:w="4261" w:type="dxa"/>
          </w:tcPr>
          <w:p w14:paraId="0E890FAB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Aluminum fluoride</w:t>
            </w:r>
          </w:p>
        </w:tc>
        <w:tc>
          <w:tcPr>
            <w:tcW w:w="4261" w:type="dxa"/>
          </w:tcPr>
          <w:p w14:paraId="3B2ADCDA" w14:textId="0C1989C3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AlF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4D6462" w:rsidRPr="001A00F8" w14:paraId="4C61DD46" w14:textId="77777777" w:rsidTr="004D6462">
        <w:tc>
          <w:tcPr>
            <w:tcW w:w="4261" w:type="dxa"/>
          </w:tcPr>
          <w:p w14:paraId="77E14987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Potassium dichromate</w:t>
            </w:r>
          </w:p>
        </w:tc>
        <w:tc>
          <w:tcPr>
            <w:tcW w:w="4261" w:type="dxa"/>
          </w:tcPr>
          <w:p w14:paraId="18CEB0D0" w14:textId="73EBCDB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4C6472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O7</w:t>
            </w:r>
          </w:p>
        </w:tc>
      </w:tr>
      <w:tr w:rsidR="004D6462" w:rsidRPr="001A00F8" w14:paraId="4DB79D52" w14:textId="77777777" w:rsidTr="004D6462">
        <w:tc>
          <w:tcPr>
            <w:tcW w:w="4261" w:type="dxa"/>
          </w:tcPr>
          <w:p w14:paraId="6172ABBB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Silver sulfite</w:t>
            </w:r>
          </w:p>
        </w:tc>
        <w:tc>
          <w:tcPr>
            <w:tcW w:w="4261" w:type="dxa"/>
          </w:tcPr>
          <w:p w14:paraId="073314F5" w14:textId="41C71688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4D6462" w:rsidRPr="001A00F8" w14:paraId="7B30FD91" w14:textId="77777777" w:rsidTr="004D6462">
        <w:tc>
          <w:tcPr>
            <w:tcW w:w="4261" w:type="dxa"/>
          </w:tcPr>
          <w:p w14:paraId="181B33F9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Magnesium hydrogen sulfate</w:t>
            </w:r>
          </w:p>
        </w:tc>
        <w:tc>
          <w:tcPr>
            <w:tcW w:w="4261" w:type="dxa"/>
          </w:tcPr>
          <w:p w14:paraId="66A5A17C" w14:textId="2CC31B2E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Mg(HSO</w:t>
            </w:r>
            <w:r w:rsidR="009509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4D6462" w:rsidRPr="001A00F8" w14:paraId="10DE1EE4" w14:textId="77777777" w:rsidTr="004D6462">
        <w:tc>
          <w:tcPr>
            <w:tcW w:w="4261" w:type="dxa"/>
          </w:tcPr>
          <w:p w14:paraId="217C969E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Tin (IV) oxalate</w:t>
            </w:r>
          </w:p>
        </w:tc>
        <w:tc>
          <w:tcPr>
            <w:tcW w:w="4261" w:type="dxa"/>
          </w:tcPr>
          <w:p w14:paraId="43AAF74D" w14:textId="73BCB15C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(O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509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C6472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4D6462" w:rsidRPr="001A00F8" w14:paraId="5B52A5DD" w14:textId="77777777" w:rsidTr="004D6462">
        <w:tc>
          <w:tcPr>
            <w:tcW w:w="4261" w:type="dxa"/>
          </w:tcPr>
          <w:p w14:paraId="3453C31B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KOH</w:t>
            </w:r>
          </w:p>
        </w:tc>
        <w:tc>
          <w:tcPr>
            <w:tcW w:w="4261" w:type="dxa"/>
          </w:tcPr>
          <w:p w14:paraId="0C70B815" w14:textId="43DDFA3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Potassium hydroxide</w:t>
            </w:r>
          </w:p>
        </w:tc>
      </w:tr>
      <w:tr w:rsidR="004D6462" w:rsidRPr="001A00F8" w14:paraId="07B1CAB7" w14:textId="77777777" w:rsidTr="004D6462">
        <w:tc>
          <w:tcPr>
            <w:tcW w:w="4261" w:type="dxa"/>
          </w:tcPr>
          <w:p w14:paraId="0CB1FDE2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  <w:proofErr w:type="spellEnd"/>
          </w:p>
        </w:tc>
        <w:tc>
          <w:tcPr>
            <w:tcW w:w="4261" w:type="dxa"/>
          </w:tcPr>
          <w:p w14:paraId="23657E7A" w14:textId="70DEA555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(II) sulfide</w:t>
            </w:r>
          </w:p>
        </w:tc>
      </w:tr>
      <w:tr w:rsidR="004D6462" w:rsidRPr="001A00F8" w14:paraId="2FAAACB7" w14:textId="77777777" w:rsidTr="004D6462">
        <w:tc>
          <w:tcPr>
            <w:tcW w:w="4261" w:type="dxa"/>
          </w:tcPr>
          <w:p w14:paraId="4ABA9164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LiI</w:t>
            </w:r>
            <w:proofErr w:type="spellEnd"/>
          </w:p>
        </w:tc>
        <w:tc>
          <w:tcPr>
            <w:tcW w:w="4261" w:type="dxa"/>
          </w:tcPr>
          <w:p w14:paraId="72688B08" w14:textId="050EE686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Lithium iodide</w:t>
            </w:r>
          </w:p>
        </w:tc>
      </w:tr>
      <w:tr w:rsidR="004D6462" w:rsidRPr="001A00F8" w14:paraId="3D8C7170" w14:textId="77777777" w:rsidTr="004D6462">
        <w:tc>
          <w:tcPr>
            <w:tcW w:w="4261" w:type="dxa"/>
          </w:tcPr>
          <w:p w14:paraId="41B0B73B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61" w:type="dxa"/>
          </w:tcPr>
          <w:p w14:paraId="3372289A" w14:textId="6F4C99DA" w:rsidR="004D6462" w:rsidRPr="001A00F8" w:rsidRDefault="00D541DF" w:rsidP="00D5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Sodium sulfite</w:t>
            </w:r>
          </w:p>
        </w:tc>
      </w:tr>
      <w:tr w:rsidR="004D6462" w:rsidRPr="001A00F8" w14:paraId="075164C5" w14:textId="77777777" w:rsidTr="004D6462">
        <w:tc>
          <w:tcPr>
            <w:tcW w:w="4261" w:type="dxa"/>
          </w:tcPr>
          <w:p w14:paraId="4FE8B931" w14:textId="31DF3B7D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AlF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61" w:type="dxa"/>
          </w:tcPr>
          <w:p w14:paraId="2E156F08" w14:textId="18A1D98A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Aluminum fluoride </w:t>
            </w:r>
          </w:p>
        </w:tc>
      </w:tr>
      <w:tr w:rsidR="004D6462" w:rsidRPr="001A00F8" w14:paraId="48F74FEA" w14:textId="77777777" w:rsidTr="004D6462">
        <w:tc>
          <w:tcPr>
            <w:tcW w:w="4261" w:type="dxa"/>
          </w:tcPr>
          <w:p w14:paraId="58938B64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BaF</w:t>
            </w:r>
            <w:r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2F577384" w14:textId="67E7324E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Barium fluoride</w:t>
            </w:r>
          </w:p>
        </w:tc>
      </w:tr>
      <w:tr w:rsidR="004D6462" w:rsidRPr="001A00F8" w14:paraId="2939DC40" w14:textId="77777777" w:rsidTr="004D6462">
        <w:tc>
          <w:tcPr>
            <w:tcW w:w="4261" w:type="dxa"/>
          </w:tcPr>
          <w:p w14:paraId="52C1B05A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FeCl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6B975F8F" w14:textId="37DAA95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Iron (II) chloride</w:t>
            </w:r>
          </w:p>
        </w:tc>
      </w:tr>
      <w:tr w:rsidR="004D6462" w:rsidRPr="001A00F8" w14:paraId="67AF00CA" w14:textId="77777777" w:rsidTr="004D6462">
        <w:tc>
          <w:tcPr>
            <w:tcW w:w="4261" w:type="dxa"/>
          </w:tcPr>
          <w:p w14:paraId="2BC33AEC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Cu(NO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7BB847FF" w14:textId="3D9945A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Copper (II) nitrate</w:t>
            </w:r>
          </w:p>
        </w:tc>
      </w:tr>
      <w:tr w:rsidR="004D6462" w:rsidRPr="001A00F8" w14:paraId="6E5743D9" w14:textId="77777777" w:rsidTr="004D6462">
        <w:tc>
          <w:tcPr>
            <w:tcW w:w="4261" w:type="dxa"/>
          </w:tcPr>
          <w:p w14:paraId="3FBE28AA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MgO</w:t>
            </w:r>
            <w:proofErr w:type="spellEnd"/>
          </w:p>
        </w:tc>
        <w:tc>
          <w:tcPr>
            <w:tcW w:w="4261" w:type="dxa"/>
          </w:tcPr>
          <w:p w14:paraId="7D2ACF15" w14:textId="17C4181D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Magnesium oxide</w:t>
            </w:r>
          </w:p>
        </w:tc>
      </w:tr>
      <w:tr w:rsidR="004D6462" w:rsidRPr="001A00F8" w14:paraId="41A8F0BF" w14:textId="77777777" w:rsidTr="004D6462">
        <w:tc>
          <w:tcPr>
            <w:tcW w:w="4261" w:type="dxa"/>
          </w:tcPr>
          <w:p w14:paraId="24D2D957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AgI</w:t>
            </w:r>
            <w:proofErr w:type="spellEnd"/>
          </w:p>
        </w:tc>
        <w:tc>
          <w:tcPr>
            <w:tcW w:w="4261" w:type="dxa"/>
          </w:tcPr>
          <w:p w14:paraId="47E89BAC" w14:textId="6BBAE609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Silver iodide</w:t>
            </w:r>
          </w:p>
        </w:tc>
      </w:tr>
      <w:tr w:rsidR="004D6462" w:rsidRPr="001A00F8" w14:paraId="7D85B412" w14:textId="77777777" w:rsidTr="004D6462">
        <w:tc>
          <w:tcPr>
            <w:tcW w:w="4261" w:type="dxa"/>
          </w:tcPr>
          <w:p w14:paraId="0928B25F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Co(NO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794F97F6" w14:textId="25EA1108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Cobalt (II) nitrate</w:t>
            </w:r>
          </w:p>
        </w:tc>
      </w:tr>
      <w:tr w:rsidR="004D6462" w:rsidRPr="001A00F8" w14:paraId="62B8640C" w14:textId="77777777" w:rsidTr="004D6462">
        <w:tc>
          <w:tcPr>
            <w:tcW w:w="4261" w:type="dxa"/>
          </w:tcPr>
          <w:p w14:paraId="0D5A128C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NiSO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261" w:type="dxa"/>
          </w:tcPr>
          <w:p w14:paraId="53865003" w14:textId="2123D442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Nickel</w:t>
            </w:r>
            <w:r w:rsidR="00195413">
              <w:rPr>
                <w:rFonts w:ascii="Times New Roman" w:hAnsi="Times New Roman" w:cs="Times New Roman"/>
                <w:sz w:val="24"/>
                <w:szCs w:val="24"/>
              </w:rPr>
              <w:t xml:space="preserve"> (II)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sulfate</w:t>
            </w:r>
          </w:p>
        </w:tc>
      </w:tr>
      <w:tr w:rsidR="004D6462" w:rsidRPr="001A00F8" w14:paraId="45DCBF83" w14:textId="77777777" w:rsidTr="004D6462">
        <w:tc>
          <w:tcPr>
            <w:tcW w:w="4261" w:type="dxa"/>
          </w:tcPr>
          <w:p w14:paraId="56E2FBD9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Zn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(PO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5CE4855A" w14:textId="4BBDDC6D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Zinc phosphate</w:t>
            </w:r>
          </w:p>
        </w:tc>
      </w:tr>
      <w:tr w:rsidR="004D6462" w:rsidRPr="001A00F8" w14:paraId="37AECA29" w14:textId="77777777" w:rsidTr="004D6462">
        <w:tc>
          <w:tcPr>
            <w:tcW w:w="4261" w:type="dxa"/>
          </w:tcPr>
          <w:p w14:paraId="40ABDB0F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261" w:type="dxa"/>
          </w:tcPr>
          <w:p w14:paraId="1BFF9974" w14:textId="1D1F575E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Sodium nitride</w:t>
            </w:r>
          </w:p>
        </w:tc>
      </w:tr>
      <w:tr w:rsidR="004D6462" w:rsidRPr="001A00F8" w14:paraId="569BE60D" w14:textId="77777777" w:rsidTr="004D6462">
        <w:tc>
          <w:tcPr>
            <w:tcW w:w="4261" w:type="dxa"/>
          </w:tcPr>
          <w:p w14:paraId="478E6AA0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CrPO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261" w:type="dxa"/>
          </w:tcPr>
          <w:p w14:paraId="3D9D4CE6" w14:textId="183C87D6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Chromium (III) phosphate</w:t>
            </w:r>
          </w:p>
        </w:tc>
      </w:tr>
      <w:tr w:rsidR="004D6462" w:rsidRPr="001A00F8" w14:paraId="7BB812B3" w14:textId="77777777" w:rsidTr="004D6462">
        <w:tc>
          <w:tcPr>
            <w:tcW w:w="4261" w:type="dxa"/>
          </w:tcPr>
          <w:p w14:paraId="35D55A0A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61" w:type="dxa"/>
          </w:tcPr>
          <w:p w14:paraId="54EBF8E3" w14:textId="7425A2FF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Copper </w:t>
            </w:r>
            <w:r w:rsidR="00195413">
              <w:rPr>
                <w:rFonts w:ascii="Times New Roman" w:hAnsi="Times New Roman" w:cs="Times New Roman"/>
                <w:sz w:val="24"/>
                <w:szCs w:val="24"/>
              </w:rPr>
              <w:t>(I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carbonate</w:t>
            </w:r>
          </w:p>
        </w:tc>
      </w:tr>
      <w:tr w:rsidR="004D6462" w:rsidRPr="001A00F8" w14:paraId="057997D9" w14:textId="77777777" w:rsidTr="004D6462">
        <w:tc>
          <w:tcPr>
            <w:tcW w:w="4261" w:type="dxa"/>
          </w:tcPr>
          <w:p w14:paraId="5FB24EFE" w14:textId="47A0BC60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Ba(OH)</w:t>
            </w:r>
            <w:r w:rsidR="00195413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568D4AC0" w14:textId="4C3D1F89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Barium hydroxide </w:t>
            </w:r>
          </w:p>
        </w:tc>
      </w:tr>
      <w:tr w:rsidR="004D6462" w:rsidRPr="001A00F8" w14:paraId="15C8C7C6" w14:textId="77777777" w:rsidTr="004D6462">
        <w:tc>
          <w:tcPr>
            <w:tcW w:w="4261" w:type="dxa"/>
          </w:tcPr>
          <w:p w14:paraId="24C3091F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(NH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261" w:type="dxa"/>
          </w:tcPr>
          <w:p w14:paraId="6941A0F5" w14:textId="05DA49B0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Ammonium sulfate</w:t>
            </w:r>
          </w:p>
        </w:tc>
      </w:tr>
      <w:tr w:rsidR="004D6462" w:rsidRPr="001A00F8" w14:paraId="60814DDD" w14:textId="77777777" w:rsidTr="004D6462">
        <w:tc>
          <w:tcPr>
            <w:tcW w:w="4261" w:type="dxa"/>
          </w:tcPr>
          <w:p w14:paraId="52A4B891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61" w:type="dxa"/>
          </w:tcPr>
          <w:p w14:paraId="14497103" w14:textId="7AFF6BD3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Phosphorus chloride </w:t>
            </w:r>
          </w:p>
        </w:tc>
      </w:tr>
      <w:tr w:rsidR="004D6462" w:rsidRPr="001A00F8" w14:paraId="7B217C9A" w14:textId="77777777" w:rsidTr="004D6462">
        <w:tc>
          <w:tcPr>
            <w:tcW w:w="4261" w:type="dxa"/>
          </w:tcPr>
          <w:p w14:paraId="5B9505F4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261" w:type="dxa"/>
          </w:tcPr>
          <w:p w14:paraId="7F124657" w14:textId="61797F29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Sulfur dioxide</w:t>
            </w:r>
          </w:p>
        </w:tc>
      </w:tr>
      <w:tr w:rsidR="004D6462" w:rsidRPr="001A00F8" w14:paraId="1868A162" w14:textId="77777777" w:rsidTr="004D6462">
        <w:tc>
          <w:tcPr>
            <w:tcW w:w="4261" w:type="dxa"/>
          </w:tcPr>
          <w:p w14:paraId="4EB609AB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4261" w:type="dxa"/>
          </w:tcPr>
          <w:p w14:paraId="389DCA5A" w14:textId="64B23D16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Dihydrogen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oxide (water) </w:t>
            </w:r>
          </w:p>
        </w:tc>
      </w:tr>
      <w:tr w:rsidR="004D6462" w:rsidRPr="001A00F8" w14:paraId="2A320FA0" w14:textId="77777777" w:rsidTr="004D6462">
        <w:tc>
          <w:tcPr>
            <w:tcW w:w="4261" w:type="dxa"/>
          </w:tcPr>
          <w:p w14:paraId="0103F968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261" w:type="dxa"/>
          </w:tcPr>
          <w:p w14:paraId="1083C53B" w14:textId="7E6F10D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Chlorine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tetr</w:t>
            </w:r>
            <w:r w:rsidR="0019541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9541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D6462" w:rsidRPr="001A00F8" w14:paraId="3E55EC27" w14:textId="77777777" w:rsidTr="004D6462">
        <w:tc>
          <w:tcPr>
            <w:tcW w:w="4261" w:type="dxa"/>
          </w:tcPr>
          <w:p w14:paraId="5D8E2C07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BCl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61" w:type="dxa"/>
          </w:tcPr>
          <w:p w14:paraId="323BE1E5" w14:textId="2CF4E254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Boron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trichloride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6462" w:rsidRPr="001A00F8" w14:paraId="7F1E3EE8" w14:textId="77777777" w:rsidTr="004D6462">
        <w:tc>
          <w:tcPr>
            <w:tcW w:w="4261" w:type="dxa"/>
          </w:tcPr>
          <w:p w14:paraId="01516578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4261" w:type="dxa"/>
          </w:tcPr>
          <w:p w14:paraId="2AAE6325" w14:textId="499B6F9B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Iodine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pentafluoride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6462" w:rsidRPr="001A00F8" w14:paraId="0B9467AD" w14:textId="77777777" w:rsidTr="004D6462">
        <w:tc>
          <w:tcPr>
            <w:tcW w:w="4261" w:type="dxa"/>
          </w:tcPr>
          <w:p w14:paraId="46604606" w14:textId="77777777" w:rsidR="004D6462" w:rsidRPr="001A00F8" w:rsidRDefault="004D6462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A00F8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A00F8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261" w:type="dxa"/>
          </w:tcPr>
          <w:p w14:paraId="766B4073" w14:textId="0F8E8943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Tetraphosphorus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trisulfide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6462" w:rsidRPr="001A00F8" w14:paraId="0707D88E" w14:textId="77777777" w:rsidTr="004D6462">
        <w:tc>
          <w:tcPr>
            <w:tcW w:w="4261" w:type="dxa"/>
          </w:tcPr>
          <w:p w14:paraId="575A20E7" w14:textId="77777777" w:rsidR="004D6462" w:rsidRPr="001A00F8" w:rsidRDefault="001A00F8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F8">
              <w:rPr>
                <w:rFonts w:ascii="Times New Roman" w:hAnsi="Times New Roman" w:cs="Times New Roman"/>
                <w:sz w:val="24"/>
                <w:szCs w:val="24"/>
              </w:rPr>
              <w:t>XeF</w:t>
            </w:r>
            <w:r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261" w:type="dxa"/>
          </w:tcPr>
          <w:p w14:paraId="37AD1B94" w14:textId="6A3491A6" w:rsidR="004D6462" w:rsidRPr="001A00F8" w:rsidRDefault="00D541DF" w:rsidP="004D6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Xenon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tetrafluoride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30B869E" w14:textId="294A288E" w:rsidR="00A85A32" w:rsidRPr="001A00F8" w:rsidRDefault="00E344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2</w:t>
      </w:r>
      <w:bookmarkStart w:id="0" w:name="_GoBack"/>
      <w:bookmarkEnd w:id="0"/>
      <w:r w:rsidR="001A00F8" w:rsidRPr="001A00F8">
        <w:rPr>
          <w:rFonts w:ascii="Times New Roman" w:hAnsi="Times New Roman" w:cs="Times New Roman"/>
          <w:b/>
          <w:sz w:val="24"/>
          <w:szCs w:val="24"/>
        </w:rPr>
        <w:t>: Nomenclature of Ionic and Molecular Compounds</w:t>
      </w:r>
      <w:r w:rsidR="004C6472">
        <w:rPr>
          <w:rFonts w:ascii="Times New Roman" w:hAnsi="Times New Roman" w:cs="Times New Roman"/>
          <w:b/>
          <w:sz w:val="24"/>
          <w:szCs w:val="24"/>
        </w:rPr>
        <w:t xml:space="preserve"> Answer Sheet</w:t>
      </w:r>
    </w:p>
    <w:sectPr w:rsidR="00A85A32" w:rsidRPr="001A00F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62"/>
    <w:rsid w:val="00195413"/>
    <w:rsid w:val="001A00F8"/>
    <w:rsid w:val="004C6472"/>
    <w:rsid w:val="004D6462"/>
    <w:rsid w:val="00950911"/>
    <w:rsid w:val="00A85A32"/>
    <w:rsid w:val="00D541DF"/>
    <w:rsid w:val="00E3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EA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emf">
    <w:name w:val="chemf"/>
    <w:basedOn w:val="a0"/>
    <w:rsid w:val="001A0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emf">
    <w:name w:val="chemf"/>
    <w:basedOn w:val="a0"/>
    <w:rsid w:val="001A0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</cp:revision>
  <dcterms:created xsi:type="dcterms:W3CDTF">2010-09-13T21:06:00Z</dcterms:created>
  <dcterms:modified xsi:type="dcterms:W3CDTF">2010-09-14T17:35:00Z</dcterms:modified>
</cp:coreProperties>
</file>